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42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297"/>
        <w:gridCol w:w="23"/>
        <w:gridCol w:w="1530"/>
        <w:gridCol w:w="529"/>
        <w:gridCol w:w="1851"/>
        <w:gridCol w:w="963"/>
        <w:gridCol w:w="4227"/>
      </w:tblGrid>
      <w:tr w:rsidR="00D902E0" w:rsidRPr="005C75D4" w14:paraId="3D293C72" w14:textId="77777777" w:rsidTr="00E037E4">
        <w:trPr>
          <w:jc w:val="center"/>
        </w:trPr>
        <w:tc>
          <w:tcPr>
            <w:tcW w:w="1297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3E9AD90C" w14:textId="77777777" w:rsidR="00D902E0" w:rsidRPr="00C92953" w:rsidRDefault="00D902E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Objective</w:t>
            </w:r>
          </w:p>
        </w:tc>
        <w:sdt>
          <w:sdtPr>
            <w:rPr>
              <w:rStyle w:val="Style1"/>
            </w:rPr>
            <w:id w:val="1680847064"/>
            <w:placeholder>
              <w:docPart w:val="1855E6C475C049308510110C892A5690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3933" w:type="dxa"/>
                <w:gridSpan w:val="4"/>
                <w:tcBorders>
                  <w:top w:val="single" w:sz="18" w:space="0" w:color="C00000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55856FA9" w14:textId="77777777" w:rsidR="00D902E0" w:rsidRPr="00355A87" w:rsidRDefault="0003626E" w:rsidP="00355A87">
                <w:pPr>
                  <w:rPr>
                    <w:rFonts w:ascii="Arial" w:hAnsi="Arial" w:cs="Arial"/>
                    <w:b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="00355A87" w:rsidRPr="00C92953">
                  <w:rPr>
                    <w:rFonts w:ascii="Arial" w:hAnsi="Arial" w:cs="Arial"/>
                    <w:i/>
                    <w:lang w:val="en-US"/>
                  </w:rPr>
                  <w:t>Describe the purpose</w:t>
                </w:r>
                <w:r w:rsidR="00355A87"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  <w:tc>
          <w:tcPr>
            <w:tcW w:w="963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7B19791D" w14:textId="77777777" w:rsidR="00D902E0" w:rsidRPr="00E64620" w:rsidRDefault="00D902E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Name</w:t>
            </w:r>
          </w:p>
        </w:tc>
        <w:sdt>
          <w:sdtPr>
            <w:rPr>
              <w:rStyle w:val="Style1"/>
            </w:rPr>
            <w:id w:val="-1068487091"/>
            <w:placeholder>
              <w:docPart w:val="5C109E6743CC419B81F179BB5B0CA6EB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4227" w:type="dxa"/>
                <w:tcBorders>
                  <w:top w:val="single" w:sz="18" w:space="0" w:color="C00000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1B483BC2" w14:textId="77777777" w:rsidR="00D902E0" w:rsidRPr="00355A87" w:rsidRDefault="00355A87" w:rsidP="00355A87">
                <w:pPr>
                  <w:rPr>
                    <w:rFonts w:ascii="Arial" w:hAnsi="Arial" w:cs="Arial"/>
                    <w:b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Enter your name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</w:tr>
      <w:tr w:rsidR="00D902E0" w:rsidRPr="005C75D4" w14:paraId="329DB6AC" w14:textId="77777777" w:rsidTr="00E037E4">
        <w:trPr>
          <w:jc w:val="center"/>
        </w:trPr>
        <w:tc>
          <w:tcPr>
            <w:tcW w:w="5230" w:type="dxa"/>
            <w:gridSpan w:val="5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200B961" w14:textId="77777777" w:rsidR="00D902E0" w:rsidRPr="005C75D4" w:rsidRDefault="00D902E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20D4A185" w14:textId="77777777" w:rsidR="00D902E0" w:rsidRPr="00E64620" w:rsidRDefault="00D902E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Period</w:t>
            </w:r>
          </w:p>
        </w:tc>
        <w:sdt>
          <w:sdtPr>
            <w:rPr>
              <w:rStyle w:val="Style1"/>
            </w:rPr>
            <w:id w:val="-103969043"/>
            <w:placeholder>
              <w:docPart w:val="B40E4AC437714D12A99432E8866F47C9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4227" w:type="dxa"/>
                <w:tcBorders>
                  <w:top w:val="single" w:sz="4" w:space="0" w:color="auto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184538B8" w14:textId="77777777" w:rsidR="00D902E0" w:rsidRPr="00355A87" w:rsidRDefault="00355A87" w:rsidP="00355A87">
                <w:pPr>
                  <w:rPr>
                    <w:rFonts w:ascii="Arial" w:hAnsi="Arial" w:cs="Arial"/>
                    <w:b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Write the period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</w:tr>
      <w:tr w:rsidR="00D902E0" w:rsidRPr="005C75D4" w14:paraId="6B26F890" w14:textId="77777777" w:rsidTr="00E037E4">
        <w:trPr>
          <w:jc w:val="center"/>
        </w:trPr>
        <w:tc>
          <w:tcPr>
            <w:tcW w:w="5230" w:type="dxa"/>
            <w:gridSpan w:val="5"/>
            <w:tcBorders>
              <w:top w:val="single" w:sz="4" w:space="0" w:color="auto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14:paraId="6775B76E" w14:textId="77777777" w:rsidR="00D902E0" w:rsidRPr="005C75D4" w:rsidRDefault="00D902E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63" w:type="dxa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2A0AD3B9" w14:textId="77777777" w:rsidR="00D902E0" w:rsidRPr="00E64620" w:rsidRDefault="00D902E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Date</w:t>
            </w:r>
          </w:p>
        </w:tc>
        <w:sdt>
          <w:sdtPr>
            <w:rPr>
              <w:rStyle w:val="Style2"/>
            </w:rPr>
            <w:id w:val="-1124068788"/>
            <w:placeholder>
              <w:docPart w:val="13393895E56F46A0AB6F11554F2D441B"/>
            </w:placeholder>
            <w:showingPlcHdr/>
            <w:date>
              <w:dateFormat w:val="M/d/yyyy"/>
              <w:lid w:val="en-US"/>
              <w:storeMappedDataAs w:val="dateTime"/>
              <w:calendar w:val="gregorian"/>
            </w:date>
          </w:sdtPr>
          <w:sdtEndPr>
            <w:rPr>
              <w:rStyle w:val="DefaultParagraphFont"/>
              <w:rFonts w:asciiTheme="minorHAnsi" w:hAnsiTheme="minorHAnsi" w:cs="Arial"/>
              <w:b/>
              <w:color w:val="auto"/>
              <w:sz w:val="24"/>
              <w:szCs w:val="24"/>
              <w:lang w:val="en-US"/>
            </w:rPr>
          </w:sdtEndPr>
          <w:sdtContent>
            <w:tc>
              <w:tcPr>
                <w:tcW w:w="4227" w:type="dxa"/>
                <w:tcBorders>
                  <w:top w:val="single" w:sz="4" w:space="0" w:color="auto"/>
                  <w:left w:val="single" w:sz="18" w:space="0" w:color="C00000"/>
                  <w:bottom w:val="single" w:sz="18" w:space="0" w:color="C00000"/>
                  <w:right w:val="single" w:sz="18" w:space="0" w:color="C00000"/>
                </w:tcBorders>
              </w:tcPr>
              <w:p w14:paraId="7C693519" w14:textId="77777777" w:rsidR="00D902E0" w:rsidRPr="00D902E0" w:rsidRDefault="00355A87" w:rsidP="00355A87">
                <w:pPr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</w:pPr>
                <w:r w:rsidRPr="00C92953">
                  <w:rPr>
                    <w:rFonts w:ascii="Arial" w:hAnsi="Arial" w:cs="Arial"/>
                    <w:szCs w:val="24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Pick the date from the calendar</w:t>
                </w:r>
                <w:r w:rsidRPr="00C92953">
                  <w:rPr>
                    <w:rFonts w:ascii="Arial" w:hAnsi="Arial" w:cs="Arial"/>
                    <w:szCs w:val="24"/>
                    <w:lang w:val="en-US"/>
                  </w:rPr>
                  <w:t>]</w:t>
                </w:r>
              </w:p>
            </w:tc>
          </w:sdtContent>
        </w:sdt>
      </w:tr>
      <w:tr w:rsidR="00D902E0" w:rsidRPr="005C75D4" w14:paraId="3AA2E003" w14:textId="77777777" w:rsidTr="00E037E4">
        <w:trPr>
          <w:jc w:val="center"/>
        </w:trPr>
        <w:tc>
          <w:tcPr>
            <w:tcW w:w="2850" w:type="dxa"/>
            <w:gridSpan w:val="3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511AAF83" w14:textId="77777777" w:rsidR="00D902E0" w:rsidRPr="00D902E0" w:rsidRDefault="00D902E0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Fundamental Question</w:t>
            </w:r>
          </w:p>
        </w:tc>
        <w:sdt>
          <w:sdtPr>
            <w:rPr>
              <w:rStyle w:val="Style1"/>
            </w:rPr>
            <w:id w:val="-1696995208"/>
            <w:placeholder>
              <w:docPart w:val="5BAFAB5AA8394E21B494487451C74DFB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7570" w:type="dxa"/>
                <w:gridSpan w:val="4"/>
                <w:tcBorders>
                  <w:top w:val="single" w:sz="18" w:space="0" w:color="C00000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07CC1088" w14:textId="77777777" w:rsidR="00D902E0" w:rsidRPr="00D902E0" w:rsidRDefault="00355A87" w:rsidP="00355A87">
                <w:pPr>
                  <w:rPr>
                    <w:rFonts w:ascii="Arial" w:hAnsi="Arial" w:cs="Arial"/>
                    <w:b/>
                    <w:sz w:val="24"/>
                    <w:szCs w:val="24"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State the essential question the course aims to answer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</w:tr>
      <w:tr w:rsidR="005C75D4" w:rsidRPr="005C75D4" w14:paraId="5172396D" w14:textId="77777777" w:rsidTr="00E037E4">
        <w:trPr>
          <w:jc w:val="center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578AC2F" w14:textId="77777777" w:rsidR="005C75D4" w:rsidRPr="005C75D4" w:rsidRDefault="005C75D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C75D4" w:rsidRPr="005C75D4" w14:paraId="17D16A39" w14:textId="77777777" w:rsidTr="00E037E4">
        <w:trPr>
          <w:trHeight w:val="170"/>
          <w:jc w:val="center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611E6D6" w14:textId="77777777" w:rsidR="005C75D4" w:rsidRPr="005C75D4" w:rsidRDefault="005C75D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C75D4" w:rsidRPr="005C75D4" w14:paraId="00D83848" w14:textId="77777777" w:rsidTr="00E037E4">
        <w:trPr>
          <w:jc w:val="center"/>
        </w:trPr>
        <w:tc>
          <w:tcPr>
            <w:tcW w:w="10420" w:type="dxa"/>
            <w:gridSpan w:val="7"/>
            <w:tcBorders>
              <w:top w:val="single" w:sz="4" w:space="0" w:color="auto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14:paraId="57E4D550" w14:textId="77777777" w:rsidR="005C75D4" w:rsidRPr="005C75D4" w:rsidRDefault="005C75D4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D902E0" w:rsidRPr="005C75D4" w14:paraId="3DF567A0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auto"/>
            </w:tcBorders>
            <w:shd w:val="clear" w:color="auto" w:fill="808080" w:themeFill="background1" w:themeFillShade="80"/>
          </w:tcPr>
          <w:p w14:paraId="01F3C9F3" w14:textId="77777777" w:rsidR="005C75D4" w:rsidRPr="00E64620" w:rsidRDefault="005C75D4" w:rsidP="005C75D4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Questions / Clues</w:t>
            </w:r>
          </w:p>
        </w:tc>
        <w:tc>
          <w:tcPr>
            <w:tcW w:w="7041" w:type="dxa"/>
            <w:gridSpan w:val="3"/>
            <w:tcBorders>
              <w:top w:val="single" w:sz="18" w:space="0" w:color="C00000"/>
              <w:left w:val="single" w:sz="18" w:space="0" w:color="auto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00970DB4" w14:textId="77777777" w:rsidR="005C75D4" w:rsidRPr="00E64620" w:rsidRDefault="005C75D4" w:rsidP="005C75D4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Notes</w:t>
            </w:r>
          </w:p>
        </w:tc>
      </w:tr>
      <w:tr w:rsidR="0078627D" w:rsidRPr="005C75D4" w14:paraId="7CA8AE4E" w14:textId="77777777" w:rsidTr="00E037E4">
        <w:trPr>
          <w:jc w:val="center"/>
        </w:trPr>
        <w:sdt>
          <w:sdtPr>
            <w:rPr>
              <w:rStyle w:val="Style1"/>
            </w:rPr>
            <w:id w:val="-2088828609"/>
            <w:placeholder>
              <w:docPart w:val="BC14F4A735F24B1B900E324618763E56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3379" w:type="dxa"/>
                <w:gridSpan w:val="4"/>
                <w:tcBorders>
                  <w:top w:val="single" w:sz="18" w:space="0" w:color="C00000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0A953D4A" w14:textId="77777777" w:rsidR="0078627D" w:rsidRPr="005C75D4" w:rsidRDefault="0078627D" w:rsidP="0078627D">
                <w:pPr>
                  <w:rPr>
                    <w:rFonts w:ascii="Arial" w:hAnsi="Arial" w:cs="Arial"/>
                    <w:sz w:val="24"/>
                    <w:szCs w:val="24"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Take note of specific questions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  <w:sdt>
          <w:sdtPr>
            <w:rPr>
              <w:rStyle w:val="Style1"/>
            </w:rPr>
            <w:id w:val="-1111205030"/>
            <w:placeholder>
              <w:docPart w:val="5E590A1F2A7847289FDF1AC2DD3C5EBB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7041" w:type="dxa"/>
                <w:gridSpan w:val="3"/>
                <w:tcBorders>
                  <w:top w:val="single" w:sz="18" w:space="0" w:color="C00000"/>
                  <w:left w:val="single" w:sz="18" w:space="0" w:color="C00000"/>
                  <w:bottom w:val="single" w:sz="4" w:space="0" w:color="auto"/>
                  <w:right w:val="single" w:sz="18" w:space="0" w:color="C00000"/>
                </w:tcBorders>
              </w:tcPr>
              <w:p w14:paraId="1A5CFED3" w14:textId="77777777" w:rsidR="0078627D" w:rsidRPr="005C75D4" w:rsidRDefault="0078627D" w:rsidP="0078627D">
                <w:pPr>
                  <w:rPr>
                    <w:rFonts w:ascii="Arial" w:hAnsi="Arial" w:cs="Arial"/>
                    <w:sz w:val="24"/>
                    <w:szCs w:val="24"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Write down all relevant notes and possible answers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</w:tr>
      <w:tr w:rsidR="0078627D" w:rsidRPr="005C75D4" w14:paraId="3BC77815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E33D56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58DCB92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995E035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E56818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7B36E29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C940BB7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5C70567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F272A7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BC70449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6923D14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33DFAAF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5FC00419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CFC2FF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1C939ED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2831225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46A2C77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838B4F5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799B4319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95BC19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01DFDB7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327BAD79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46A0C5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367718C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AAF1EC6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DBADBD7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4909BA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BCD5726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B3C36A4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00931EE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86B69EC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F94FE8E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1F67ECD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ACEE8BF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BCB487E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0A8E7BB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69579C76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EC3ABF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3A8447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8763646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11A5825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AB4784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E4B4B52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3A0CDB0B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A3C170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5D9038B4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99546F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ED0DBE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1B0C9AD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0DC35E0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B0B75BE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7DFAE98E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635B40D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549096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565BA1C4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DDEDE1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9F9FC95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6D606BF3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459BA8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51560DE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48B3F94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71A2DFC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3262D4D2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40A86536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3D12C896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4A608B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372852FA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73FAC9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00CC42B9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6EBE5BE7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1041B43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3596A17F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32F06E0B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7D893CC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AAABBB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9C57FB3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CBA5A90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431137E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50911240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8C0AEF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3056219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435701CE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687611C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14956BD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68A57E19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7BED087C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F6B764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CA4B30A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2FE36C09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4" w:space="0" w:color="auto"/>
              <w:right w:val="single" w:sz="18" w:space="0" w:color="C00000"/>
            </w:tcBorders>
          </w:tcPr>
          <w:p w14:paraId="42B45EC6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ADFE245" w14:textId="77777777" w:rsidTr="00E037E4">
        <w:trPr>
          <w:jc w:val="center"/>
        </w:trPr>
        <w:tc>
          <w:tcPr>
            <w:tcW w:w="3379" w:type="dxa"/>
            <w:gridSpan w:val="4"/>
            <w:tcBorders>
              <w:top w:val="single" w:sz="4" w:space="0" w:color="auto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14:paraId="757549B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14:paraId="2F98FAF2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6464DE0" w14:textId="77777777" w:rsidTr="00E037E4">
        <w:trPr>
          <w:jc w:val="center"/>
        </w:trPr>
        <w:tc>
          <w:tcPr>
            <w:tcW w:w="1320" w:type="dxa"/>
            <w:gridSpan w:val="2"/>
            <w:tcBorders>
              <w:top w:val="single" w:sz="18" w:space="0" w:color="C00000"/>
              <w:left w:val="single" w:sz="18" w:space="0" w:color="C00000"/>
              <w:bottom w:val="single" w:sz="18" w:space="0" w:color="C00000"/>
              <w:right w:val="single" w:sz="18" w:space="0" w:color="C00000"/>
            </w:tcBorders>
            <w:shd w:val="clear" w:color="auto" w:fill="808080" w:themeFill="background1" w:themeFillShade="80"/>
          </w:tcPr>
          <w:p w14:paraId="19F82811" w14:textId="77777777" w:rsidR="0078627D" w:rsidRPr="00D902E0" w:rsidRDefault="0078627D" w:rsidP="0078627D">
            <w:pPr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E64620">
              <w:rPr>
                <w:rFonts w:ascii="Arial" w:hAnsi="Arial" w:cs="Arial"/>
                <w:b/>
                <w:sz w:val="24"/>
                <w:szCs w:val="24"/>
                <w:lang w:val="en-US"/>
              </w:rPr>
              <w:t>Summary</w:t>
            </w:r>
          </w:p>
        </w:tc>
        <w:sdt>
          <w:sdtPr>
            <w:rPr>
              <w:rStyle w:val="Style1"/>
            </w:rPr>
            <w:id w:val="50355220"/>
            <w:placeholder>
              <w:docPart w:val="145F67BDE9484CEDB4D94AD1E7C7035C"/>
            </w:placeholder>
            <w:showingPlcHdr/>
          </w:sdtPr>
          <w:sdtEndPr>
            <w:rPr>
              <w:rStyle w:val="DefaultParagraphFont"/>
              <w:rFonts w:asciiTheme="minorHAnsi" w:hAnsiTheme="minorHAnsi" w:cs="Arial"/>
              <w:b/>
              <w:lang w:val="en-US"/>
            </w:rPr>
          </w:sdtEndPr>
          <w:sdtContent>
            <w:tc>
              <w:tcPr>
                <w:tcW w:w="9100" w:type="dxa"/>
                <w:gridSpan w:val="5"/>
                <w:tcBorders>
                  <w:top w:val="single" w:sz="18" w:space="0" w:color="C00000"/>
                  <w:left w:val="single" w:sz="18" w:space="0" w:color="C00000"/>
                  <w:right w:val="single" w:sz="18" w:space="0" w:color="C00000"/>
                </w:tcBorders>
              </w:tcPr>
              <w:p w14:paraId="6025D417" w14:textId="77777777" w:rsidR="0078627D" w:rsidRPr="005C75D4" w:rsidRDefault="002E012B" w:rsidP="0078627D">
                <w:pPr>
                  <w:rPr>
                    <w:rFonts w:ascii="Arial" w:hAnsi="Arial" w:cs="Arial"/>
                    <w:sz w:val="24"/>
                    <w:szCs w:val="24"/>
                    <w:lang w:val="en-US"/>
                  </w:rPr>
                </w:pPr>
                <w:r w:rsidRPr="00C92953">
                  <w:rPr>
                    <w:rFonts w:ascii="Arial" w:hAnsi="Arial" w:cs="Arial"/>
                    <w:lang w:val="en-US"/>
                  </w:rPr>
                  <w:t>[</w:t>
                </w:r>
                <w:r w:rsidRPr="00C92953">
                  <w:rPr>
                    <w:rFonts w:ascii="Arial" w:hAnsi="Arial" w:cs="Arial"/>
                    <w:i/>
                    <w:lang w:val="en-US"/>
                  </w:rPr>
                  <w:t>Sum up everything you learned from this lesson</w:t>
                </w:r>
                <w:r w:rsidRPr="00C92953">
                  <w:rPr>
                    <w:rFonts w:ascii="Arial" w:hAnsi="Arial" w:cs="Arial"/>
                    <w:lang w:val="en-US"/>
                  </w:rPr>
                  <w:t>]</w:t>
                </w:r>
              </w:p>
            </w:tc>
          </w:sdtContent>
        </w:sdt>
      </w:tr>
      <w:tr w:rsidR="0078627D" w:rsidRPr="005C75D4" w14:paraId="41059B85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right w:val="single" w:sz="18" w:space="0" w:color="C00000"/>
            </w:tcBorders>
          </w:tcPr>
          <w:p w14:paraId="722643D8" w14:textId="77777777" w:rsidR="0078627D" w:rsidRPr="005C75D4" w:rsidRDefault="0078627D" w:rsidP="002E012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BCB90D2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right w:val="single" w:sz="18" w:space="0" w:color="C00000"/>
            </w:tcBorders>
          </w:tcPr>
          <w:p w14:paraId="0F2C2672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2AE8D8BF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right w:val="single" w:sz="18" w:space="0" w:color="C00000"/>
            </w:tcBorders>
          </w:tcPr>
          <w:p w14:paraId="3B7FA4FA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60DC15F3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right w:val="single" w:sz="18" w:space="0" w:color="C00000"/>
            </w:tcBorders>
          </w:tcPr>
          <w:p w14:paraId="41CFEDA1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00313801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right w:val="single" w:sz="18" w:space="0" w:color="C00000"/>
            </w:tcBorders>
          </w:tcPr>
          <w:p w14:paraId="7642EAA8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78627D" w:rsidRPr="005C75D4" w14:paraId="1C445432" w14:textId="77777777" w:rsidTr="00E037E4">
        <w:trPr>
          <w:jc w:val="center"/>
        </w:trPr>
        <w:tc>
          <w:tcPr>
            <w:tcW w:w="10420" w:type="dxa"/>
            <w:gridSpan w:val="7"/>
            <w:tcBorders>
              <w:left w:val="single" w:sz="18" w:space="0" w:color="C00000"/>
              <w:bottom w:val="single" w:sz="18" w:space="0" w:color="C00000"/>
              <w:right w:val="single" w:sz="18" w:space="0" w:color="C00000"/>
            </w:tcBorders>
          </w:tcPr>
          <w:p w14:paraId="7B3E3356" w14:textId="77777777" w:rsidR="0078627D" w:rsidRPr="005C75D4" w:rsidRDefault="0078627D" w:rsidP="0078627D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</w:tbl>
    <w:p w14:paraId="045EBDE3" w14:textId="51197632" w:rsidR="00BD222D" w:rsidRPr="005C75D4" w:rsidRDefault="0076601A">
      <w:pPr>
        <w:rPr>
          <w:lang w:val="en-US"/>
        </w:rPr>
      </w:pPr>
      <w:r w:rsidRPr="0058601F">
        <w:rPr>
          <w:noProof/>
          <w:sz w:val="4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837A6" wp14:editId="200D8264">
                <wp:simplePos x="0" y="0"/>
                <wp:positionH relativeFrom="margin">
                  <wp:align>center</wp:align>
                </wp:positionH>
                <wp:positionV relativeFrom="paragraph">
                  <wp:posOffset>618490</wp:posOffset>
                </wp:positionV>
                <wp:extent cx="1885950" cy="390525"/>
                <wp:effectExtent l="0" t="0" r="0" b="952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43D688" id="Rectangle 3" o:spid="_x0000_s1026" style="position:absolute;margin-left:0;margin-top:48.7pt;width:148.5pt;height:30.7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tPrun9sAAAAHAQAADwAAAGRycy9kb3ducmV2&#10;LnhtbEyPwU7DMBBE70j8g7VI3KhDBW0T4lQVKickpKZ8gGtvk6j2OoqdNP17lhMcZ2c087bczt6J&#10;CYfYBVLwvMhAIJlgO2oUfB8/njYgYtJktQuECm4YYVvd35W6sOFKB5zq1AguoVhoBW1KfSFlNC16&#10;HRehR2LvHAavE8uhkXbQVy73Ti6zbCW97ogXWt3je4vmUo9ewWT2qxsdPvOvsK/H4ewi7S5GqceH&#10;efcGIuGc/sLwi8/oUDHTKYxko3AK+JGkIF+/gGB3ma/5cOLY6yYHWZXyP3/1A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sectPr w:rsidR="00BD222D" w:rsidRPr="005C75D4" w:rsidSect="002553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53"/>
    <w:rsid w:val="000157D6"/>
    <w:rsid w:val="0003626E"/>
    <w:rsid w:val="00255367"/>
    <w:rsid w:val="002E012B"/>
    <w:rsid w:val="00355A87"/>
    <w:rsid w:val="005872EB"/>
    <w:rsid w:val="005C75D4"/>
    <w:rsid w:val="0076601A"/>
    <w:rsid w:val="0078627D"/>
    <w:rsid w:val="009D6FF3"/>
    <w:rsid w:val="00C0534F"/>
    <w:rsid w:val="00C92953"/>
    <w:rsid w:val="00D115BE"/>
    <w:rsid w:val="00D902E0"/>
    <w:rsid w:val="00E037E4"/>
    <w:rsid w:val="00E64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8BE9D"/>
  <w15:chartTrackingRefBased/>
  <w15:docId w15:val="{C8668406-FA1D-46CA-B415-FADFF425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5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3626E"/>
    <w:rPr>
      <w:color w:val="808080"/>
    </w:rPr>
  </w:style>
  <w:style w:type="character" w:customStyle="1" w:styleId="Style1">
    <w:name w:val="Style1"/>
    <w:basedOn w:val="DefaultParagraphFont"/>
    <w:uiPriority w:val="1"/>
    <w:rsid w:val="0003626E"/>
    <w:rPr>
      <w:rFonts w:ascii="Arial" w:hAnsi="Arial"/>
      <w:color w:val="auto"/>
      <w:sz w:val="22"/>
    </w:rPr>
  </w:style>
  <w:style w:type="character" w:customStyle="1" w:styleId="Style2">
    <w:name w:val="Style2"/>
    <w:basedOn w:val="DefaultParagraphFont"/>
    <w:uiPriority w:val="1"/>
    <w:rsid w:val="00355A87"/>
    <w:rPr>
      <w:rFonts w:ascii="Arial" w:hAnsi="Arial"/>
      <w:color w:val="000000" w:themeColor="text1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ebsite%20Projects\msofficedocs.com\Cornell%20Notes%20Templates\Cornell%20Notes%20-%20MS%20Word%20Template%200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855E6C475C049308510110C892A5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06F2E-1CD1-4F9B-98C7-65FCFB2E11F6}"/>
      </w:docPartPr>
      <w:docPartBody>
        <w:p w:rsidR="008D4B0F" w:rsidRDefault="00C256CA">
          <w:pPr>
            <w:pStyle w:val="1855E6C475C049308510110C892A5690"/>
          </w:pPr>
          <w:r w:rsidRPr="00355A87">
            <w:rPr>
              <w:rFonts w:ascii="Arial" w:hAnsi="Arial" w:cs="Arial"/>
            </w:rPr>
            <w:t>[</w:t>
          </w:r>
          <w:r w:rsidRPr="00355A87">
            <w:rPr>
              <w:rFonts w:ascii="Arial" w:hAnsi="Arial" w:cs="Arial"/>
              <w:i/>
              <w:color w:val="00B050"/>
            </w:rPr>
            <w:t>Describe the purpose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5C109E6743CC419B81F179BB5B0CA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8617EC-5CE4-4356-A11A-8E6A51ADBDE2}"/>
      </w:docPartPr>
      <w:docPartBody>
        <w:p w:rsidR="008D4B0F" w:rsidRDefault="00C256CA">
          <w:pPr>
            <w:pStyle w:val="5C109E6743CC419B81F179BB5B0CA6EB"/>
          </w:pPr>
          <w:r w:rsidRPr="00355A87">
            <w:rPr>
              <w:rFonts w:ascii="Arial" w:hAnsi="Arial" w:cs="Arial"/>
            </w:rPr>
            <w:t>[</w:t>
          </w:r>
          <w:r w:rsidRPr="00355A87">
            <w:rPr>
              <w:rFonts w:ascii="Arial" w:hAnsi="Arial" w:cs="Arial"/>
              <w:i/>
              <w:color w:val="00B050"/>
            </w:rPr>
            <w:t>Enter your name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B40E4AC437714D12A99432E8866F4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E06897-0D35-46B7-B1BE-5D0DCA7FDFA1}"/>
      </w:docPartPr>
      <w:docPartBody>
        <w:p w:rsidR="008D4B0F" w:rsidRDefault="00C256CA">
          <w:pPr>
            <w:pStyle w:val="B40E4AC437714D12A99432E8866F47C9"/>
          </w:pPr>
          <w:r w:rsidRPr="00355A87">
            <w:rPr>
              <w:rFonts w:ascii="Arial" w:hAnsi="Arial" w:cs="Arial"/>
            </w:rPr>
            <w:t>[</w:t>
          </w:r>
          <w:r>
            <w:rPr>
              <w:rFonts w:ascii="Arial" w:hAnsi="Arial" w:cs="Arial"/>
              <w:i/>
              <w:color w:val="00B050"/>
            </w:rPr>
            <w:t>Write</w:t>
          </w:r>
          <w:r w:rsidRPr="00355A87">
            <w:rPr>
              <w:rFonts w:ascii="Arial" w:hAnsi="Arial" w:cs="Arial"/>
              <w:i/>
              <w:color w:val="00B050"/>
            </w:rPr>
            <w:t xml:space="preserve"> the period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13393895E56F46A0AB6F11554F2D4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7AE9BF-5F72-4E03-BCC7-B6990B5EDDFD}"/>
      </w:docPartPr>
      <w:docPartBody>
        <w:p w:rsidR="008D4B0F" w:rsidRDefault="00C256CA">
          <w:pPr>
            <w:pStyle w:val="13393895E56F46A0AB6F11554F2D441B"/>
          </w:pPr>
          <w:r w:rsidRPr="00355A87">
            <w:rPr>
              <w:rFonts w:ascii="Arial" w:hAnsi="Arial" w:cs="Arial"/>
              <w:szCs w:val="24"/>
            </w:rPr>
            <w:t>[</w:t>
          </w:r>
          <w:r>
            <w:rPr>
              <w:rFonts w:ascii="Arial" w:hAnsi="Arial" w:cs="Arial"/>
              <w:i/>
              <w:color w:val="00B050"/>
            </w:rPr>
            <w:t>Pick the date from the calendar</w:t>
          </w:r>
          <w:r w:rsidRPr="00355A87">
            <w:rPr>
              <w:rFonts w:ascii="Arial" w:hAnsi="Arial" w:cs="Arial"/>
              <w:szCs w:val="24"/>
            </w:rPr>
            <w:t>]</w:t>
          </w:r>
        </w:p>
      </w:docPartBody>
    </w:docPart>
    <w:docPart>
      <w:docPartPr>
        <w:name w:val="5BAFAB5AA8394E21B494487451C74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4EA3B9-15D9-4A7A-BF80-D6FCA734FC15}"/>
      </w:docPartPr>
      <w:docPartBody>
        <w:p w:rsidR="008D4B0F" w:rsidRDefault="00C256CA">
          <w:pPr>
            <w:pStyle w:val="5BAFAB5AA8394E21B494487451C74DFB"/>
          </w:pPr>
          <w:r w:rsidRPr="00355A87">
            <w:rPr>
              <w:rFonts w:ascii="Arial" w:hAnsi="Arial" w:cs="Arial"/>
            </w:rPr>
            <w:t>[</w:t>
          </w:r>
          <w:r>
            <w:rPr>
              <w:rFonts w:ascii="Arial" w:hAnsi="Arial" w:cs="Arial"/>
              <w:i/>
              <w:color w:val="00B050"/>
            </w:rPr>
            <w:t>State the essential question the course aims to answer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BC14F4A735F24B1B900E324618763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DE15D-27D3-42B8-A386-A91A0893C625}"/>
      </w:docPartPr>
      <w:docPartBody>
        <w:p w:rsidR="008D4B0F" w:rsidRDefault="00C256CA">
          <w:pPr>
            <w:pStyle w:val="BC14F4A735F24B1B900E324618763E56"/>
          </w:pPr>
          <w:r w:rsidRPr="00355A87">
            <w:rPr>
              <w:rFonts w:ascii="Arial" w:hAnsi="Arial" w:cs="Arial"/>
            </w:rPr>
            <w:t>[</w:t>
          </w:r>
          <w:r>
            <w:rPr>
              <w:rFonts w:ascii="Arial" w:hAnsi="Arial" w:cs="Arial"/>
              <w:i/>
              <w:color w:val="00B050"/>
            </w:rPr>
            <w:t>Take note of specific questions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5E590A1F2A7847289FDF1AC2DD3C5E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4CFC6F-04EA-41AD-9CFC-F24A6E807DC9}"/>
      </w:docPartPr>
      <w:docPartBody>
        <w:p w:rsidR="008D4B0F" w:rsidRDefault="00C256CA">
          <w:pPr>
            <w:pStyle w:val="5E590A1F2A7847289FDF1AC2DD3C5EBB"/>
          </w:pPr>
          <w:r w:rsidRPr="00355A87">
            <w:rPr>
              <w:rFonts w:ascii="Arial" w:hAnsi="Arial" w:cs="Arial"/>
            </w:rPr>
            <w:t>[</w:t>
          </w:r>
          <w:r>
            <w:rPr>
              <w:rFonts w:ascii="Arial" w:hAnsi="Arial" w:cs="Arial"/>
              <w:i/>
              <w:color w:val="00B050"/>
            </w:rPr>
            <w:t>Write down all relevant notes and possible answers</w:t>
          </w:r>
          <w:r w:rsidRPr="00355A87">
            <w:rPr>
              <w:rFonts w:ascii="Arial" w:hAnsi="Arial" w:cs="Arial"/>
            </w:rPr>
            <w:t>]</w:t>
          </w:r>
        </w:p>
      </w:docPartBody>
    </w:docPart>
    <w:docPart>
      <w:docPartPr>
        <w:name w:val="145F67BDE9484CEDB4D94AD1E7C703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3A824-1780-4DC2-85A0-0B75588229A2}"/>
      </w:docPartPr>
      <w:docPartBody>
        <w:p w:rsidR="008D4B0F" w:rsidRDefault="00C256CA">
          <w:pPr>
            <w:pStyle w:val="145F67BDE9484CEDB4D94AD1E7C7035C"/>
          </w:pPr>
          <w:r w:rsidRPr="00355A87">
            <w:rPr>
              <w:rFonts w:ascii="Arial" w:hAnsi="Arial" w:cs="Arial"/>
            </w:rPr>
            <w:t>[</w:t>
          </w:r>
          <w:r>
            <w:rPr>
              <w:rFonts w:ascii="Arial" w:hAnsi="Arial" w:cs="Arial"/>
              <w:i/>
              <w:color w:val="00B050"/>
            </w:rPr>
            <w:t>Sum up everything you learned from this lesson</w:t>
          </w:r>
          <w:r w:rsidRPr="00355A87">
            <w:rPr>
              <w:rFonts w:ascii="Arial" w:hAnsi="Arial" w:cs="Arial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6CA"/>
    <w:rsid w:val="000A3639"/>
    <w:rsid w:val="008D4B0F"/>
    <w:rsid w:val="008D6D21"/>
    <w:rsid w:val="00C2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855E6C475C049308510110C892A5690">
    <w:name w:val="1855E6C475C049308510110C892A5690"/>
  </w:style>
  <w:style w:type="paragraph" w:customStyle="1" w:styleId="5C109E6743CC419B81F179BB5B0CA6EB">
    <w:name w:val="5C109E6743CC419B81F179BB5B0CA6EB"/>
  </w:style>
  <w:style w:type="paragraph" w:customStyle="1" w:styleId="B40E4AC437714D12A99432E8866F47C9">
    <w:name w:val="B40E4AC437714D12A99432E8866F47C9"/>
  </w:style>
  <w:style w:type="paragraph" w:customStyle="1" w:styleId="13393895E56F46A0AB6F11554F2D441B">
    <w:name w:val="13393895E56F46A0AB6F11554F2D441B"/>
  </w:style>
  <w:style w:type="paragraph" w:customStyle="1" w:styleId="5BAFAB5AA8394E21B494487451C74DFB">
    <w:name w:val="5BAFAB5AA8394E21B494487451C74DFB"/>
  </w:style>
  <w:style w:type="paragraph" w:customStyle="1" w:styleId="BC14F4A735F24B1B900E324618763E56">
    <w:name w:val="BC14F4A735F24B1B900E324618763E56"/>
  </w:style>
  <w:style w:type="paragraph" w:customStyle="1" w:styleId="5E590A1F2A7847289FDF1AC2DD3C5EBB">
    <w:name w:val="5E590A1F2A7847289FDF1AC2DD3C5EBB"/>
  </w:style>
  <w:style w:type="paragraph" w:customStyle="1" w:styleId="145F67BDE9484CEDB4D94AD1E7C7035C">
    <w:name w:val="145F67BDE9484CEDB4D94AD1E7C703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Cornell Notes - MS Word Template 03</Template>
  <TotalTime>1</TotalTime>
  <Pages>1</Pages>
  <Words>77</Words>
  <Characters>428</Characters>
  <Application>Microsoft Office Word</Application>
  <DocSecurity>0</DocSecurity>
  <Lines>142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QM22019</cp:lastModifiedBy>
  <cp:revision>3</cp:revision>
  <dcterms:created xsi:type="dcterms:W3CDTF">2019-09-16T11:58:00Z</dcterms:created>
  <dcterms:modified xsi:type="dcterms:W3CDTF">2023-02-03T07:47:00Z</dcterms:modified>
</cp:coreProperties>
</file>